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C8" w:rsidRDefault="00D041C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http://mediasubs.ru/group/uploads/na/na-zavalinke/image2/NjUtNDdlN.jpg" style="position:absolute;margin-left:394.05pt;margin-top:4.3pt;width:106.5pt;height:114.5pt;z-index:251692032;visibility:visible">
            <v:imagedata r:id="rId7" o:title=""/>
          </v:shape>
        </w:pict>
      </w:r>
      <w:r>
        <w:rPr>
          <w:noProof/>
        </w:rPr>
        <w:pict>
          <v:roundrect id="_x0000_s1027" style="position:absolute;margin-left:537.3pt;margin-top:6.55pt;width:126pt;height:117.65pt;z-index:251638784" arcsize="10923f" strokecolor="white">
            <v:textbox>
              <w:txbxContent>
                <w:p w:rsidR="00D041C8" w:rsidRPr="00BB7250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Dd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190.8pt;margin-top:-.95pt;width:126pt;height:114.75pt;z-index:251635712" arcsize="10923f" strokecolor="white">
            <v:textbox>
              <w:txbxContent>
                <w:p w:rsidR="00D041C8" w:rsidRPr="00BB7250" w:rsidRDefault="00D041C8" w:rsidP="00BB7250">
                  <w:pPr>
                    <w:jc w:val="center"/>
                    <w:rPr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Aa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22.8pt;margin-top:-10.8pt;width:303pt;height:135pt;z-index:251611136" arcsize="10923f" strokeweight="5pt">
            <v:stroke linestyle="thickThin"/>
            <v:shadow color="#868686"/>
            <v:textbox>
              <w:txbxContent>
                <w:p w:rsidR="00D041C8" w:rsidRDefault="00D041C8">
                  <w:r w:rsidRPr="008C12EA">
                    <w:rPr>
                      <w:noProof/>
                    </w:rPr>
                    <w:pict>
                      <v:shape id="Рисунок 4" o:spid="_x0000_i1026" type="#_x0000_t75" style="width:123pt;height:111pt;visibility:visible">
                        <v:imagedata r:id="rId8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23.8pt;margin-top:-7.05pt;width:0;height:135pt;z-index:251627520" o:connectortype="straight" strokeweight="2.5pt">
            <v:shadow color="#868686"/>
          </v:shape>
        </w:pict>
      </w:r>
      <w:r>
        <w:rPr>
          <w:noProof/>
        </w:rPr>
        <w:pict>
          <v:shape id="_x0000_s1031" type="#_x0000_t32" style="position:absolute;margin-left:177.3pt;margin-top:-7.05pt;width:0;height:135pt;z-index:251623424" o:connectortype="straight" strokeweight="2.5pt">
            <v:shadow color="#868686"/>
          </v:shape>
        </w:pict>
      </w:r>
      <w:r>
        <w:rPr>
          <w:noProof/>
        </w:rPr>
        <w:pict>
          <v:roundrect id="_x0000_s1032" style="position:absolute;margin-left:368.55pt;margin-top:293.7pt;width:303pt;height:135pt;z-index:251616256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33" style="position:absolute;margin-left:22.8pt;margin-top:293.7pt;width:303pt;height:135pt;z-index:251613184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34" style="position:absolute;margin-left:22.8pt;margin-top:141.45pt;width:303pt;height:135pt;z-index:251614208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35" style="position:absolute;margin-left:368.55pt;margin-top:-7.05pt;width:303pt;height:135pt;z-index:251612160" arcsize="10923f" strokeweight="5pt">
            <v:stroke linestyle="thickThin"/>
            <v:shadow color="#868686"/>
          </v:roundrect>
        </w:pict>
      </w:r>
    </w:p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>
      <w:r>
        <w:rPr>
          <w:noProof/>
        </w:rPr>
        <w:pict>
          <v:roundrect id="_x0000_s1036" style="position:absolute;margin-left:537.3pt;margin-top:22.6pt;width:120pt;height:122.25pt;z-index:251639808" arcsize="10923f" strokecolor="white">
            <v:textbox>
              <w:txbxContent>
                <w:p w:rsidR="00D041C8" w:rsidRPr="00BB7250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Ee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368.55pt;margin-top:14.25pt;width:303pt;height:135pt;z-index:251615232" arcsize="10923f" strokeweight="5pt">
            <v:stroke linestyle="thickThin"/>
            <v:shadow color="#868686"/>
            <v:textbox>
              <w:txbxContent>
                <w:p w:rsidR="00D041C8" w:rsidRDefault="00D041C8">
                  <w:r w:rsidRPr="008C12EA">
                    <w:rPr>
                      <w:noProof/>
                    </w:rPr>
                    <w:pict>
                      <v:shape id="Рисунок 12" o:spid="_x0000_i1028" type="#_x0000_t75" alt="http://malenkie-gnomiki.ru/wp-content/uploads/2012/02/pes1.png" style="width:122.25pt;height:111.75pt;visibility:visible">
                        <v:imagedata r:id="rId9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8" type="#_x0000_t32" style="position:absolute;margin-left:177.3pt;margin-top:14.25pt;width:0;height:135pt;z-index:251625472" o:connectortype="straight" strokeweight="2.5pt">
            <v:shadow color="#868686"/>
          </v:shape>
        </w:pict>
      </w:r>
      <w:r>
        <w:rPr>
          <w:noProof/>
        </w:rPr>
        <w:pict>
          <v:shape id="_x0000_s1039" type="#_x0000_t32" style="position:absolute;margin-left:523.8pt;margin-top:14.25pt;width:0;height:135pt;z-index:251626496" o:connectortype="straight" strokeweight="2.5pt">
            <v:shadow color="#868686"/>
          </v:shape>
        </w:pict>
      </w:r>
    </w:p>
    <w:p w:rsidR="00D041C8" w:rsidRPr="00BB7250" w:rsidRDefault="00D041C8" w:rsidP="00BB7250">
      <w:r>
        <w:rPr>
          <w:noProof/>
        </w:rPr>
        <w:pict>
          <v:shape id="_x0000_s1040" type="#_x0000_t75" style="position:absolute;margin-left:31.2pt;margin-top:6.3pt;width:138pt;height:99pt;z-index:251704320;visibility:visible">
            <v:imagedata r:id="rId10" o:title=""/>
          </v:shape>
        </w:pict>
      </w:r>
      <w:r>
        <w:rPr>
          <w:noProof/>
        </w:rPr>
        <w:pict>
          <v:roundrect id="_x0000_s1041" style="position:absolute;margin-left:190.8pt;margin-top:1.65pt;width:126pt;height:117.75pt;z-index:251636736" arcsize="10923f" strokecolor="white">
            <v:textbox>
              <w:txbxContent>
                <w:p w:rsidR="00D041C8" w:rsidRPr="00BB7250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Bb</w:t>
                  </w:r>
                </w:p>
              </w:txbxContent>
            </v:textbox>
          </v:roundrect>
        </w:pict>
      </w:r>
    </w:p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/>
    <w:p w:rsidR="00D041C8" w:rsidRPr="00BB7250" w:rsidRDefault="00D041C8" w:rsidP="00BB7250">
      <w:r>
        <w:rPr>
          <w:noProof/>
        </w:rPr>
        <w:pict>
          <v:shape id="Рисунок 10" o:spid="_x0000_s1042" type="#_x0000_t75" alt="http://74208s92.edusite.ru/images/portfel-.gif" style="position:absolute;margin-left:39.2pt;margin-top:22.95pt;width:129.8pt;height:106.25pt;z-index:251691008;visibility:visible">
            <v:imagedata r:id="rId11" o:title=""/>
          </v:shape>
        </w:pict>
      </w:r>
      <w:r>
        <w:rPr>
          <w:noProof/>
        </w:rPr>
        <w:pict>
          <v:roundrect id="_x0000_s1043" style="position:absolute;margin-left:531.3pt;margin-top:23.7pt;width:132pt;height:113.25pt;z-index:251640832" arcsize="10923f" strokecolor="white">
            <v:textbox>
              <w:txbxContent>
                <w:p w:rsidR="00D041C8" w:rsidRPr="00BB7250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Ff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190.8pt;margin-top:17.6pt;width:129.75pt;height:123.85pt;z-index:251637760" arcsize="10923f" strokecolor="white">
            <v:textbox>
              <w:txbxContent>
                <w:p w:rsidR="00D041C8" w:rsidRPr="00BB7250" w:rsidRDefault="00D041C8" w:rsidP="00BB7250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BB7250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Cc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5" type="#_x0000_t32" style="position:absolute;margin-left:523.8pt;margin-top:17.6pt;width:0;height:131.25pt;z-index:251628544" o:connectortype="straight" strokeweight="2.5pt">
            <v:shadow color="#868686"/>
          </v:shape>
        </w:pict>
      </w:r>
      <w:r>
        <w:rPr>
          <w:noProof/>
        </w:rPr>
        <w:pict>
          <v:shape id="_x0000_s1046" type="#_x0000_t32" style="position:absolute;margin-left:177.3pt;margin-top:13.85pt;width:0;height:135pt;z-index:251624448" o:connectortype="straight" strokeweight="2.5pt">
            <v:shadow color="#868686"/>
          </v:shape>
        </w:pict>
      </w:r>
    </w:p>
    <w:p w:rsidR="00D041C8" w:rsidRPr="00BB7250" w:rsidRDefault="00D041C8" w:rsidP="00BB7250">
      <w:r>
        <w:rPr>
          <w:noProof/>
        </w:rPr>
        <w:pict>
          <v:shape id="Рисунок 13" o:spid="_x0000_s1047" type="#_x0000_t75" alt="http://i.sunhome.ru/foto/178/slonik-2.gif" style="position:absolute;margin-left:384.3pt;margin-top:5pt;width:135.45pt;height:102.7pt;z-index:251693056;visibility:visible">
            <v:imagedata r:id="rId12" o:title=""/>
          </v:shape>
        </w:pict>
      </w:r>
    </w:p>
    <w:p w:rsidR="00D041C8" w:rsidRPr="00BB7250" w:rsidRDefault="00D041C8" w:rsidP="00BB7250"/>
    <w:p w:rsidR="00D041C8" w:rsidRPr="00BB7250" w:rsidRDefault="00D041C8" w:rsidP="00BB7250"/>
    <w:p w:rsidR="00D041C8" w:rsidRDefault="00D041C8" w:rsidP="00BB7250"/>
    <w:p w:rsidR="00D041C8" w:rsidRDefault="00D041C8" w:rsidP="00BB7250">
      <w:pPr>
        <w:jc w:val="right"/>
        <w:rPr>
          <w:lang w:val="tt-RU"/>
        </w:rPr>
      </w:pPr>
    </w:p>
    <w:p w:rsidR="00D041C8" w:rsidRDefault="00D041C8" w:rsidP="00BB7250">
      <w:pPr>
        <w:jc w:val="right"/>
        <w:rPr>
          <w:lang w:val="tt-RU"/>
        </w:rPr>
      </w:pPr>
    </w:p>
    <w:p w:rsidR="00D041C8" w:rsidRDefault="00D041C8" w:rsidP="00BB7250">
      <w:pPr>
        <w:jc w:val="right"/>
        <w:rPr>
          <w:lang w:val="tt-RU"/>
        </w:rPr>
      </w:pPr>
    </w:p>
    <w:p w:rsidR="00D041C8" w:rsidRDefault="00D041C8" w:rsidP="00BB7250">
      <w:pPr>
        <w:jc w:val="right"/>
        <w:rPr>
          <w:lang w:val="tt-RU"/>
        </w:rPr>
      </w:pPr>
    </w:p>
    <w:p w:rsidR="00D041C8" w:rsidRDefault="00D041C8" w:rsidP="00BB7250">
      <w:pPr>
        <w:jc w:val="right"/>
        <w:rPr>
          <w:lang w:val="en-US"/>
        </w:rPr>
      </w:pPr>
    </w:p>
    <w:p w:rsidR="00D041C8" w:rsidRDefault="00D041C8" w:rsidP="00BB7250">
      <w:pPr>
        <w:jc w:val="right"/>
        <w:rPr>
          <w:lang w:val="tt-RU"/>
        </w:rPr>
      </w:pPr>
      <w:r>
        <w:rPr>
          <w:noProof/>
        </w:rPr>
        <w:pict>
          <v:shape id="Рисунок 1" o:spid="_x0000_s1048" type="#_x0000_t75" alt="http://www.segment.ru/data/images/news/morozenoe2.gif" style="position:absolute;left:0;text-align:left;margin-left:371.55pt;margin-top:15.65pt;width:112.5pt;height:96pt;z-index:251696128;visibility:visible">
            <v:imagedata r:id="rId13" o:title=""/>
          </v:shape>
        </w:pict>
      </w:r>
      <w:r>
        <w:rPr>
          <w:noProof/>
        </w:rPr>
        <w:pict>
          <v:roundrect id="_x0000_s1049" style="position:absolute;left:0;text-align:left;margin-left:519.3pt;margin-top:324.55pt;width:133.5pt;height:114.75pt;z-index:251646976" arcsize="10923f" strokecolor="white">
            <v:textbox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Ll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0" style="position:absolute;left:0;text-align:left;margin-left:519.3pt;margin-top:163.3pt;width:133.5pt;height:115.5pt;z-index:251645952" arcsize="10923f" strokecolor="white">
            <v:textbox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Kk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1" style="position:absolute;left:0;text-align:left;margin-left:519.3pt;margin-top:1.2pt;width:124.5pt;height:119.35pt;z-index:251644928" arcsize="10923f" strokecolor="white">
            <v:textbox>
              <w:txbxContent>
                <w:p w:rsidR="00D041C8" w:rsidRPr="00757904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Jj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2" style="position:absolute;left:0;text-align:left;margin-left:178.8pt;margin-top:320.8pt;width:123pt;height:114.75pt;z-index:251643904" arcsize="10923f" strokecolor="white">
            <v:textbox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Ii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3" style="position:absolute;left:0;text-align:left;margin-left:178.8pt;margin-top:159.55pt;width:123pt;height:119.25pt;z-index:251642880" arcsize="10923f" strokecolor="white">
            <v:textbox>
              <w:txbxContent>
                <w:p w:rsidR="00D041C8" w:rsidRPr="00757904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Hh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4" style="position:absolute;left:0;text-align:left;margin-left:178.8pt;margin-top:1.2pt;width:130.5pt;height:119.35pt;z-index:251641856" arcsize="10923f" strokecolor="white">
            <v:textbox>
              <w:txbxContent>
                <w:p w:rsidR="00D041C8" w:rsidRPr="00757904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Gg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5" style="position:absolute;left:0;text-align:left;margin-left:355.05pt;margin-top:313.2pt;width:303pt;height:135pt;z-index:251622400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56" style="position:absolute;left:0;text-align:left;margin-left:349.8pt;margin-top:151.95pt;width:303pt;height:135pt;z-index:251620352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57" style="position:absolute;left:0;text-align:left;margin-left:10.8pt;margin-top:313.2pt;width:303pt;height:135pt;z-index:251621376" arcsize="10923f" strokeweight="5pt">
            <v:stroke linestyle="thickThin"/>
            <v:shadow color="#868686"/>
          </v:roundrect>
        </w:pict>
      </w:r>
      <w:r>
        <w:rPr>
          <w:noProof/>
        </w:rPr>
        <w:pict>
          <v:shape id="_x0000_s1058" type="#_x0000_t32" style="position:absolute;left:0;text-align:left;margin-left:166.85pt;margin-top:313.2pt;width:0;height:135pt;z-index:251634688" o:connectortype="straight" strokeweight="2.5pt">
            <v:shadow color="#868686"/>
          </v:shape>
        </w:pict>
      </w:r>
      <w:r>
        <w:rPr>
          <w:noProof/>
        </w:rPr>
        <w:pict>
          <v:shape id="_x0000_s1059" type="#_x0000_t32" style="position:absolute;left:0;text-align:left;margin-left:503.55pt;margin-top:313.2pt;width:0;height:135pt;z-index:251633664" o:connectortype="straight" strokeweight="2.5pt">
            <v:shadow color="#868686"/>
          </v:shape>
        </w:pict>
      </w:r>
      <w:r>
        <w:rPr>
          <w:noProof/>
        </w:rPr>
        <w:pict>
          <v:shape id="_x0000_s1060" type="#_x0000_t32" style="position:absolute;left:0;text-align:left;margin-left:503.55pt;margin-top:151.95pt;width:0;height:131.25pt;z-index:251632640" o:connectortype="straight" strokeweight="2.5pt">
            <v:shadow color="#868686"/>
          </v:shape>
        </w:pict>
      </w:r>
      <w:r>
        <w:rPr>
          <w:noProof/>
        </w:rPr>
        <w:pict>
          <v:roundrect id="_x0000_s1061" style="position:absolute;left:0;text-align:left;margin-left:10.8pt;margin-top:151.95pt;width:303pt;height:135pt;z-index:251619328" arcsize="10923f" strokeweight="5pt">
            <v:stroke linestyle="thickThin"/>
            <v:shadow color="#868686"/>
          </v:roundrect>
        </w:pict>
      </w:r>
      <w:r>
        <w:rPr>
          <w:noProof/>
        </w:rPr>
        <w:pict>
          <v:shape id="_x0000_s1062" type="#_x0000_t32" style="position:absolute;left:0;text-align:left;margin-left:166.85pt;margin-top:151.95pt;width:0;height:131.25pt;z-index:251631616" o:connectortype="straight" strokeweight="2.5pt">
            <v:shadow color="#868686"/>
          </v:shape>
        </w:pict>
      </w:r>
      <w:r>
        <w:rPr>
          <w:noProof/>
        </w:rPr>
        <w:pict>
          <v:shape id="_x0000_s1063" type="#_x0000_t32" style="position:absolute;left:0;text-align:left;margin-left:503.55pt;margin-top:1.2pt;width:0;height:135pt;z-index:251630592" o:connectortype="straight" strokeweight="2.5pt">
            <v:shadow color="#868686"/>
          </v:shape>
        </w:pict>
      </w:r>
      <w:r>
        <w:rPr>
          <w:noProof/>
        </w:rPr>
        <w:pict>
          <v:shape id="_x0000_s1064" type="#_x0000_t32" style="position:absolute;left:0;text-align:left;margin-left:163.05pt;margin-top:-7.05pt;width:0;height:135pt;z-index:251629568" o:connectortype="straight" strokeweight="2.5pt">
            <v:shadow color="#868686"/>
          </v:shape>
        </w:pict>
      </w:r>
      <w:r>
        <w:rPr>
          <w:noProof/>
        </w:rPr>
        <w:pict>
          <v:roundrect id="_x0000_s1065" style="position:absolute;left:0;text-align:left;margin-left:349.8pt;margin-top:-3.3pt;width:303pt;height:135pt;z-index:251618304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66" style="position:absolute;left:0;text-align:left;margin-left:10.8pt;margin-top:-7.05pt;width:303pt;height:135pt;z-index:251617280" arcsize="10923f" strokeweight="5pt">
            <v:stroke linestyle="thickThin"/>
            <v:shadow color="#868686"/>
            <v:textbox>
              <w:txbxContent>
                <w:p w:rsidR="00D041C8" w:rsidRDefault="00D041C8">
                  <w:r w:rsidRPr="008C12EA">
                    <w:rPr>
                      <w:noProof/>
                    </w:rPr>
                    <w:pict>
                      <v:shape id="Рисунок 14" o:spid="_x0000_i1030" type="#_x0000_t75" alt="http://media.desura.com/images/members/2/1115/1114411/ao_cartoon_fox.gif" style="width:126pt;height:111pt;visibility:visible">
                        <v:imagedata r:id="rId14" o:title=""/>
                      </v:shape>
                    </w:pict>
                  </w:r>
                </w:p>
              </w:txbxContent>
            </v:textbox>
          </v:roundrect>
        </w:pict>
      </w: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  <w:r>
        <w:rPr>
          <w:noProof/>
        </w:rPr>
        <w:pict>
          <v:shape id="Рисунок 2" o:spid="_x0000_s1067" type="#_x0000_t75" alt="http://im6-tub-ru.yandex.net/i?id=120620935-21-72&amp;n=21" style="position:absolute;margin-left:371.55pt;margin-top:9.25pt;width:104.5pt;height:116.25pt;z-index:251697152;visibility:visible">
            <v:imagedata r:id="rId15" o:title=""/>
          </v:shape>
        </w:pict>
      </w:r>
      <w:r>
        <w:rPr>
          <w:noProof/>
        </w:rPr>
        <w:pict>
          <v:shape id="Рисунок 15" o:spid="_x0000_s1068" type="#_x0000_t75" alt="http://www.pictureshack.ru/gthumbs/6671giraf.jpg" style="position:absolute;margin-left:37.05pt;margin-top:9.25pt;width:96.75pt;height:116.25pt;z-index:251694080;visibility:visible">
            <v:imagedata r:id="rId16" o:title=""/>
          </v:shape>
        </w:pict>
      </w: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Pr="00757904" w:rsidRDefault="00D041C8" w:rsidP="00757904">
      <w:pPr>
        <w:rPr>
          <w:lang w:val="tt-RU"/>
        </w:rPr>
      </w:pPr>
    </w:p>
    <w:p w:rsidR="00D041C8" w:rsidRDefault="00D041C8" w:rsidP="00757904">
      <w:pPr>
        <w:rPr>
          <w:lang w:val="tt-RU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  <w:r>
        <w:rPr>
          <w:lang w:val="tt-RU"/>
        </w:rPr>
        <w:tab/>
      </w:r>
    </w:p>
    <w:p w:rsidR="00D041C8" w:rsidRDefault="00D041C8" w:rsidP="00757904">
      <w:pPr>
        <w:tabs>
          <w:tab w:val="left" w:pos="13485"/>
        </w:tabs>
        <w:rPr>
          <w:lang w:val="en-US"/>
        </w:rPr>
      </w:pPr>
      <w:r>
        <w:rPr>
          <w:noProof/>
        </w:rPr>
        <w:pict>
          <v:shape id="Рисунок 5" o:spid="_x0000_s1069" type="#_x0000_t75" alt="http://www.drawinghowtodraw.com/drawing-lessons/drawing-animals-creatures-lessons/images/howto-draw-kangaroos-tutorials_html_77b103ae.jpg" style="position:absolute;margin-left:371.55pt;margin-top:23.85pt;width:128.25pt;height:112.5pt;z-index:251698176;visibility:visible">
            <v:imagedata r:id="rId17" o:title=""/>
          </v:shape>
        </w:pict>
      </w:r>
      <w:r>
        <w:rPr>
          <w:noProof/>
        </w:rPr>
        <w:pict>
          <v:shape id="Рисунок 16" o:spid="_x0000_s1070" type="#_x0000_t75" alt="http://uhouse.ru/uploads/posts/2011-09/1316413395_0b0a3d41efffe77f23bc7c0a28bb59e7.jpg" style="position:absolute;margin-left:37.05pt;margin-top:14.85pt;width:111pt;height:117pt;z-index:251695104;visibility:visible">
            <v:imagedata r:id="rId18" o:title=""/>
          </v:shape>
        </w:pict>
      </w: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757904">
      <w:pPr>
        <w:tabs>
          <w:tab w:val="left" w:pos="13485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  <w:r>
        <w:rPr>
          <w:noProof/>
        </w:rPr>
        <w:pict>
          <v:shape id="Рисунок 33" o:spid="_x0000_s1071" type="#_x0000_t75" alt="http://chatium.com/data/pr_image/s766308.jpg" style="position:absolute;margin-left:369.5pt;margin-top:.65pt;width:132.5pt;height:111.95pt;z-index:251703296;visibility:visible">
            <v:imagedata r:id="rId19" o:title=""/>
          </v:shape>
        </w:pict>
      </w:r>
      <w:r>
        <w:rPr>
          <w:noProof/>
        </w:rPr>
        <w:pict>
          <v:shape id="Рисунок 6" o:spid="_x0000_s1072" type="#_x0000_t75" alt="http://4.bp.blogspot.com/_ry3Rg0gx0Ns/SkNBGMke_3I/AAAAAAAAAC8/uR_gXp11NMs/s320/%D8%A3%D8%B3%D8%AF.gif" style="position:absolute;margin-left:36.3pt;margin-top:.65pt;width:111.75pt;height:115.5pt;z-index:251699200;visibility:visible">
            <v:imagedata r:id="rId20" o:title=""/>
          </v:shape>
        </w:pict>
      </w:r>
      <w:r>
        <w:rPr>
          <w:noProof/>
        </w:rPr>
        <w:pict>
          <v:roundrect id="_x0000_s1073" style="position:absolute;margin-left:521.55pt;margin-top:324.55pt;width:132pt;height:102.75pt;z-index:251665408" arcsize="10923f" strokecolor="white">
            <v:textbox style="mso-next-textbox:#_x0000_s1073">
              <w:txbxContent>
                <w:p w:rsidR="00D041C8" w:rsidRPr="00757904" w:rsidRDefault="00D041C8" w:rsidP="00E054B3">
                  <w:pPr>
                    <w:jc w:val="center"/>
                    <w:rPr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b/>
                      <w:sz w:val="144"/>
                      <w:szCs w:val="144"/>
                      <w:lang w:val="en-US"/>
                    </w:rPr>
                    <w:t>Rr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74" style="position:absolute;margin-left:521.55pt;margin-top:156.55pt;width:138pt;height:120pt;z-index:251664384" arcsize="10923f" strokecolor="white">
            <v:textbox style="mso-next-textbox:#_x0000_s1074">
              <w:txbxContent>
                <w:p w:rsidR="00D041C8" w:rsidRPr="00757904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Qq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75" style="position:absolute;margin-left:528.3pt;margin-top:-1.7pt;width:125.25pt;height:121.5pt;z-index:251663360" arcsize="10923f" strokecolor="white">
            <v:textbox style="mso-next-textbox:#_x0000_s1075"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Pp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76" style="position:absolute;margin-left:177.3pt;margin-top:324.55pt;width:133.5pt;height:113.25pt;z-index:251662336" arcsize="10923f" strokecolor="white">
            <v:textbox style="mso-next-textbox:#_x0000_s1076">
              <w:txbxContent>
                <w:p w:rsidR="00D041C8" w:rsidRPr="00757904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Oo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77" style="position:absolute;margin-left:177.3pt;margin-top:163.3pt;width:127.5pt;height:113.25pt;z-index:251661312" arcsize="10923f" strokecolor="white">
            <v:textbox style="mso-next-textbox:#_x0000_s1077"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Nn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78" style="position:absolute;margin-left:168.3pt;margin-top:-1.7pt;width:142.5pt;height:121.5pt;z-index:251660288" arcsize="10923f" strokecolor="white">
            <v:textbox style="mso-next-textbox:#_x0000_s1078">
              <w:txbxContent>
                <w:p w:rsidR="00D041C8" w:rsidRPr="00757904" w:rsidRDefault="00D041C8" w:rsidP="00757904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757904">
                    <w:rPr>
                      <w:rFonts w:ascii="Comic Sans MS" w:hAnsi="Comic Sans MS"/>
                      <w:b/>
                      <w:sz w:val="130"/>
                      <w:szCs w:val="130"/>
                      <w:lang w:val="en-US"/>
                    </w:rPr>
                    <w:t>Mm</w:t>
                  </w:r>
                  <w: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m</w:t>
                  </w:r>
                  <w:r w:rsidRPr="00757904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m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79" type="#_x0000_t32" style="position:absolute;margin-left:511.8pt;margin-top:-6.2pt;width:0;height:135pt;z-index:251659264" o:connectortype="straight" strokeweight="2.5pt">
            <v:shadow color="#868686"/>
          </v:shape>
        </w:pict>
      </w:r>
      <w:r>
        <w:rPr>
          <w:noProof/>
        </w:rPr>
        <w:pict>
          <v:shape id="_x0000_s1080" type="#_x0000_t32" style="position:absolute;margin-left:164.55pt;margin-top:-6.2pt;width:0;height:135pt;z-index:251658240" o:connectortype="straight" strokeweight="2.5pt">
            <v:shadow color="#868686"/>
          </v:shape>
        </w:pict>
      </w:r>
      <w:r>
        <w:rPr>
          <w:noProof/>
        </w:rPr>
        <w:pict>
          <v:shape id="_x0000_s1081" type="#_x0000_t32" style="position:absolute;margin-left:507.3pt;margin-top:150.4pt;width:0;height:135pt;z-index:251657216" o:connectortype="straight" strokeweight="2.5pt">
            <v:shadow color="#868686"/>
          </v:shape>
        </w:pict>
      </w:r>
      <w:r>
        <w:rPr>
          <w:noProof/>
        </w:rPr>
        <w:pict>
          <v:shape id="_x0000_s1082" type="#_x0000_t32" style="position:absolute;margin-left:164.55pt;margin-top:150.4pt;width:0;height:135pt;z-index:251656192" o:connectortype="straight" strokeweight="2.5pt">
            <v:shadow color="#868686"/>
          </v:shape>
        </w:pict>
      </w:r>
      <w:r>
        <w:rPr>
          <w:noProof/>
        </w:rPr>
        <w:pict>
          <v:shape id="_x0000_s1083" type="#_x0000_t32" style="position:absolute;margin-left:507.3pt;margin-top:308.65pt;width:0;height:135pt;z-index:251655168" o:connectortype="straight" strokeweight="2.5pt">
            <v:shadow color="#868686"/>
          </v:shape>
        </w:pict>
      </w:r>
      <w:r>
        <w:rPr>
          <w:noProof/>
        </w:rPr>
        <w:pict>
          <v:shape id="_x0000_s1084" type="#_x0000_t32" style="position:absolute;margin-left:164.55pt;margin-top:312.4pt;width:0;height:135pt;z-index:251654144" o:connectortype="straight" strokeweight="2.5pt">
            <v:shadow color="#868686"/>
          </v:shape>
        </w:pict>
      </w:r>
      <w:r>
        <w:rPr>
          <w:noProof/>
        </w:rPr>
        <w:pict>
          <v:roundrect id="_x0000_s1085" style="position:absolute;margin-left:356.55pt;margin-top:308.65pt;width:303pt;height:135pt;z-index:251653120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86" style="position:absolute;margin-left:13.8pt;margin-top:312.4pt;width:303pt;height:135pt;z-index:251652096" arcsize="10923f" strokeweight="5pt">
            <v:stroke linestyle="thickThin"/>
            <v:shadow color="#868686"/>
            <v:textbox style="mso-next-textbox:#_x0000_s1086">
              <w:txbxContent>
                <w:p w:rsidR="00D041C8" w:rsidRDefault="00D041C8">
                  <w:r w:rsidRPr="008C12EA">
                    <w:rPr>
                      <w:noProof/>
                    </w:rPr>
                    <w:pict>
                      <v:shape id="Рисунок 8" o:spid="_x0000_i1032" type="#_x0000_t75" alt="http://www.hardison.info/april_5,_2008_images/MCHM00388_0000%5B1%5D.gif" style="width:105.75pt;height:106.5pt;visibility:visible">
                        <v:imagedata r:id="rId21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7" style="position:absolute;margin-left:360.3pt;margin-top:150.4pt;width:303pt;height:135pt;z-index:251651072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88" style="position:absolute;margin-left:13.8pt;margin-top:150.4pt;width:303pt;height:135pt;z-index:251650048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89" style="position:absolute;margin-left:360.3pt;margin-top:-6.2pt;width:303pt;height:135pt;z-index:251649024" arcsize="10923f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1090" style="position:absolute;margin-left:13.8pt;margin-top:-6.2pt;width:303pt;height:135pt;z-index:251648000" arcsize="10923f" strokeweight="5pt">
            <v:stroke linestyle="thickThin"/>
            <v:shadow color="#868686"/>
          </v:roundrect>
        </w:pict>
      </w:r>
      <w:r>
        <w:rPr>
          <w:lang w:val="en-US"/>
        </w:rPr>
        <w:tab/>
      </w: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  <w:r>
        <w:rPr>
          <w:noProof/>
        </w:rPr>
        <w:pict>
          <v:shape id="Рисунок 9" o:spid="_x0000_s1091" type="#_x0000_t75" alt="http://im2-tub-ru.yandex.net/i?id=196512125-02-72&amp;n=21" style="position:absolute;margin-left:385.05pt;margin-top:8.5pt;width:94.45pt;height:116.25pt;z-index:251701248;visibility:visible">
            <v:imagedata r:id="rId22" o:title=""/>
          </v:shape>
        </w:pict>
      </w:r>
      <w:r>
        <w:rPr>
          <w:noProof/>
        </w:rPr>
        <w:pict>
          <v:shape id="Рисунок 7" o:spid="_x0000_s1092" type="#_x0000_t75" alt="http://prazdnichek.info/uploads/posts/2010-04/1271798270_img237.jpg" style="position:absolute;margin-left:22.75pt;margin-top:13.1pt;width:136.2pt;height:99.6pt;z-index:251700224;visibility:visible">
            <v:imagedata r:id="rId23" o:title=""/>
          </v:shape>
        </w:pict>
      </w: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  <w:r>
        <w:rPr>
          <w:noProof/>
        </w:rPr>
        <w:pict>
          <v:shape id="Рисунок 18" o:spid="_x0000_s1093" type="#_x0000_t75" alt="http://im0-tub-ru.yandex.net/i?id=267971257-64-72&amp;n=21" style="position:absolute;margin-left:384.3pt;margin-top:11.1pt;width:99.75pt;height:116.25pt;z-index:251702272;visibility:visible">
            <v:imagedata r:id="rId24" o:title=""/>
          </v:shape>
        </w:pict>
      </w: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</w:p>
    <w:p w:rsidR="00D041C8" w:rsidRDefault="00D041C8" w:rsidP="00E054B3">
      <w:pPr>
        <w:tabs>
          <w:tab w:val="right" w:pos="14570"/>
        </w:tabs>
        <w:rPr>
          <w:lang w:val="en-US"/>
        </w:rPr>
      </w:pPr>
      <w:r>
        <w:rPr>
          <w:noProof/>
        </w:rPr>
        <w:pict>
          <v:roundrect id="_x0000_s1094" style="position:absolute;margin-left:523.8pt;margin-top:323.8pt;width:125.25pt;height:110.25pt;z-index:251683840" arcsize="10923f" strokecolor="white">
            <v:textbox>
              <w:txbxContent>
                <w:p w:rsidR="00D041C8" w:rsidRPr="00E054B3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Xx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5" style="position:absolute;margin-left:508.05pt;margin-top:159.55pt;width:141pt;height:114.75pt;z-index:251682816" arcsize="10923f" strokecolor="white">
            <v:textbox>
              <w:txbxContent>
                <w:p w:rsidR="00D041C8" w:rsidRPr="00E054B3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20"/>
                      <w:szCs w:val="120"/>
                      <w:lang w:val="en-US"/>
                    </w:rPr>
                    <w:t>W</w:t>
                  </w: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w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6" style="position:absolute;margin-left:512.55pt;margin-top:2.8pt;width:136.5pt;height:117pt;z-index:251681792" arcsize="10923f" strokecolor="white">
            <v:textbox>
              <w:txbxContent>
                <w:p w:rsidR="00D041C8" w:rsidRPr="00E054B3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Vv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7" style="position:absolute;margin-left:189.3pt;margin-top:323.8pt;width:116.25pt;height:110.25pt;z-index:251680768" arcsize="10923f" strokecolor="white">
            <v:textbox>
              <w:txbxContent>
                <w:p w:rsidR="00D041C8" w:rsidRPr="00E054B3" w:rsidRDefault="00D041C8" w:rsidP="00E054B3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Uu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8" style="position:absolute;margin-left:185.55pt;margin-top:159.55pt;width:126pt;height:114.75pt;z-index:251679744" arcsize="10923f" strokecolor="white">
            <v:textbox>
              <w:txbxContent>
                <w:p w:rsidR="00D041C8" w:rsidRPr="00E054B3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Tt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9" style="position:absolute;margin-left:180.3pt;margin-top:2.8pt;width:125.25pt;height:111.75pt;z-index:251678720" arcsize="10923f" strokecolor="white">
            <v:textbox>
              <w:txbxContent>
                <w:p w:rsidR="00D041C8" w:rsidRPr="00E054B3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E054B3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Ss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00" style="position:absolute;margin-left:16.05pt;margin-top:311.8pt;width:303pt;height:135pt;z-index:251666432" arcsize="10923f" strokeweight="5pt">
            <v:stroke linestyle="thickThin"/>
            <v:shadow color="#868686"/>
            <v:textbox style="mso-next-textbox:#_x0000_s1100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26" o:spid="_x0000_i1034" type="#_x0000_t75" alt="http://www.petrushka-igrushka.ru/admin/pictures/9130281b.jpg" style="width:125.25pt;height:101.25pt;visibility:visible">
                        <v:imagedata r:id="rId25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01" type="#_x0000_t32" style="position:absolute;margin-left:167.55pt;margin-top:315.55pt;width:0;height:131.25pt;z-index:251676672" o:connectortype="straight" strokeweight="2.5pt">
            <v:shadow color="#868686"/>
          </v:shape>
        </w:pict>
      </w:r>
      <w:r>
        <w:rPr>
          <w:noProof/>
        </w:rPr>
        <w:pict>
          <v:shape id="_x0000_s1102" type="#_x0000_t32" style="position:absolute;margin-left:503.55pt;margin-top:311.8pt;width:0;height:131.25pt;z-index:251677696" o:connectortype="straight" strokeweight="2.5pt">
            <v:shadow color="#868686"/>
          </v:shape>
        </w:pict>
      </w:r>
      <w:r>
        <w:rPr>
          <w:noProof/>
        </w:rPr>
        <w:pict>
          <v:shape id="_x0000_s1103" type="#_x0000_t32" style="position:absolute;margin-left:167.55pt;margin-top:149.8pt;width:0;height:131.25pt;z-index:251675648" o:connectortype="straight" strokeweight="2.5pt">
            <v:shadow color="#868686"/>
          </v:shape>
        </w:pict>
      </w:r>
      <w:r>
        <w:rPr>
          <w:noProof/>
        </w:rPr>
        <w:pict>
          <v:shape id="_x0000_s1104" type="#_x0000_t32" style="position:absolute;margin-left:503.55pt;margin-top:153.55pt;width:0;height:131.25pt;z-index:251674624" o:connectortype="straight" strokeweight="2.5pt">
            <v:shadow color="#868686"/>
          </v:shape>
        </w:pict>
      </w:r>
      <w:r>
        <w:rPr>
          <w:noProof/>
        </w:rPr>
        <w:pict>
          <v:shape id="_x0000_s1105" type="#_x0000_t32" style="position:absolute;margin-left:167.55pt;margin-top:-8.45pt;width:0;height:135pt;z-index:251672576" o:connectortype="straight" strokeweight="2.5pt">
            <v:shadow color="#868686"/>
          </v:shape>
        </w:pict>
      </w:r>
      <w:r>
        <w:rPr>
          <w:noProof/>
        </w:rPr>
        <w:pict>
          <v:shape id="_x0000_s1106" type="#_x0000_t32" style="position:absolute;margin-left:503.55pt;margin-top:-8.45pt;width:0;height:135pt;z-index:251673600" o:connectortype="straight" strokeweight="2.5pt">
            <v:shadow color="#868686"/>
          </v:shape>
        </w:pict>
      </w:r>
      <w:r>
        <w:rPr>
          <w:noProof/>
        </w:rPr>
        <w:pict>
          <v:roundrect id="_x0000_s1107" style="position:absolute;margin-left:352.8pt;margin-top:311.8pt;width:303pt;height:135pt;z-index:251667456" arcsize="10923f" strokeweight="5pt">
            <v:stroke linestyle="thickThin"/>
            <v:shadow color="#868686"/>
            <v:textbox style="mso-next-textbox:#_x0000_s1107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31" o:spid="_x0000_i1036" type="#_x0000_t75" alt="http://www.adzinstva.by/wp-content/uploads/2013/02/tualimforumsevgililergn.jpg" style="width:120pt;height:108pt;visibility:visible">
                        <v:imagedata r:id="rId26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08" style="position:absolute;margin-left:352.8pt;margin-top:149.8pt;width:303pt;height:135pt;z-index:251668480" arcsize="10923f" strokeweight="5pt">
            <v:stroke linestyle="thickThin"/>
            <v:shadow color="#868686"/>
            <v:textbox style="mso-next-textbox:#_x0000_s1108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30" o:spid="_x0000_i1038" type="#_x0000_t75" alt="http://afisha.nordportal.ru/upload/resize_cache/iblock/424/600_600_1/opckhgqiwbppwgty.gif" style="width:120.75pt;height:112.5pt;visibility:visible">
                        <v:imagedata r:id="rId27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09" style="position:absolute;margin-left:16.05pt;margin-top:149.8pt;width:303pt;height:135pt;z-index:251669504" arcsize="10923f" strokeweight="5pt">
            <v:stroke linestyle="thickThin"/>
            <v:shadow color="#868686"/>
            <v:textbox style="mso-next-textbox:#_x0000_s1109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27" o:spid="_x0000_i1040" type="#_x0000_t75" alt="http://thetileexperts.com/wp-admin/js/cartoon-numbers-clipart-7810.jpg" style="width:111pt;height:112.5pt;visibility:visible">
                        <v:imagedata r:id="rId28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10" style="position:absolute;margin-left:352.8pt;margin-top:-8.45pt;width:303pt;height:135pt;z-index:251671552" arcsize="10923f" strokeweight="5pt">
            <v:stroke linestyle="thickThin"/>
            <v:shadow color="#868686"/>
            <v:textbox style="mso-next-textbox:#_x0000_s1110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29" o:spid="_x0000_i1042" type="#_x0000_t75" alt="http://ravden.3dn.ru/Raskraski/Raznoe/3026.jpg" style="width:112.5pt;height:106.5pt;visibility:visible">
                        <v:imagedata r:id="rId29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11" style="position:absolute;margin-left:16.05pt;margin-top:-8.45pt;width:303pt;height:135pt;z-index:251670528" arcsize="10923f" strokeweight="5pt">
            <v:stroke linestyle="thickThin"/>
            <v:shadow color="#868686"/>
            <v:textbox style="mso-next-textbox:#_x0000_s1111">
              <w:txbxContent>
                <w:p w:rsidR="00D041C8" w:rsidRDefault="00D041C8" w:rsidP="00E054B3">
                  <w:r w:rsidRPr="008C12EA">
                    <w:rPr>
                      <w:noProof/>
                    </w:rPr>
                    <w:pict>
                      <v:shape id="Рисунок 2" o:spid="_x0000_i1044" type="#_x0000_t75" style="width:106.5pt;height:105.75pt;visibility:visible">
                        <v:imagedata r:id="rId30" o:title=""/>
                      </v:shape>
                    </w:pict>
                  </w:r>
                </w:p>
              </w:txbxContent>
            </v:textbox>
          </v:roundrect>
        </w:pict>
      </w:r>
    </w:p>
    <w:p w:rsidR="00D041C8" w:rsidRPr="00C47D5F" w:rsidRDefault="00D041C8" w:rsidP="00C47D5F">
      <w:pPr>
        <w:rPr>
          <w:lang w:val="en-US"/>
        </w:rPr>
      </w:pPr>
    </w:p>
    <w:p w:rsidR="00D041C8" w:rsidRPr="00C47D5F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>
      <w:pPr>
        <w:rPr>
          <w:lang w:val="en-US"/>
        </w:rPr>
      </w:pPr>
    </w:p>
    <w:p w:rsidR="00D041C8" w:rsidRDefault="00D041C8" w:rsidP="00C47D5F"/>
    <w:p w:rsidR="00D041C8" w:rsidRDefault="00D041C8" w:rsidP="00C47D5F">
      <w:r>
        <w:rPr>
          <w:noProof/>
        </w:rPr>
        <w:pict>
          <v:shape id="_x0000_s1112" type="#_x0000_t32" style="position:absolute;margin-left:529.8pt;margin-top:21.2pt;width:0;height:131.25pt;z-index:251687936" o:connectortype="straight" strokeweight="2.5pt">
            <v:shadow color="#868686"/>
          </v:shape>
        </w:pict>
      </w:r>
      <w:r>
        <w:rPr>
          <w:noProof/>
        </w:rPr>
        <w:pict>
          <v:roundrect id="_x0000_s1113" style="position:absolute;margin-left:376.05pt;margin-top:17.45pt;width:303pt;height:135pt;z-index:251684864" arcsize="10923f" strokeweight="5pt">
            <v:stroke linestyle="thickThin"/>
            <v:shadow color="#868686"/>
            <v:textbox style="mso-next-textbox:#_x0000_s1113">
              <w:txbxContent>
                <w:p w:rsidR="00D041C8" w:rsidRDefault="00D041C8" w:rsidP="00C47D5F">
                  <w:r w:rsidRPr="008C12EA">
                    <w:rPr>
                      <w:noProof/>
                    </w:rPr>
                    <w:pict>
                      <v:shape id="Рисунок 3" o:spid="_x0000_i1046" type="#_x0000_t75" style="width:129pt;height:127.5pt;visibility:visible">
                        <v:imagedata r:id="rId31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14" style="position:absolute;margin-left:175.8pt;margin-top:25.1pt;width:115.5pt;height:114pt;z-index:251688960" arcsize="10923f" strokecolor="white">
            <v:textbox>
              <w:txbxContent>
                <w:p w:rsidR="00D041C8" w:rsidRPr="00C47D5F" w:rsidRDefault="00D041C8">
                  <w:pPr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C47D5F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Yy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15" type="#_x0000_t32" style="position:absolute;margin-left:166.8pt;margin-top:17.45pt;width:0;height:131.25pt;z-index:251686912" o:connectortype="straight" strokeweight="2.5pt">
            <v:shadow color="#868686"/>
          </v:shape>
        </w:pict>
      </w:r>
      <w:r>
        <w:rPr>
          <w:noProof/>
        </w:rPr>
        <w:pict>
          <v:roundrect id="_x0000_s1116" style="position:absolute;margin-left:16.05pt;margin-top:13.7pt;width:303pt;height:135pt;z-index:251685888" arcsize="10923f" strokeweight="5pt">
            <v:stroke linestyle="thickThin"/>
            <v:shadow color="#868686"/>
            <v:textbox style="mso-next-textbox:#_x0000_s1116">
              <w:txbxContent>
                <w:p w:rsidR="00D041C8" w:rsidRDefault="00D041C8" w:rsidP="00C47D5F">
                  <w:r w:rsidRPr="008C12EA">
                    <w:rPr>
                      <w:noProof/>
                    </w:rPr>
                    <w:pict>
                      <v:shape id="Рисунок 32" o:spid="_x0000_i1048" type="#_x0000_t75" alt="http://jili-bili.ru/files/VGA/big/razvivaushaya-igrushka-d046.jpg" style="width:115.5pt;height:107.25pt;visibility:visible">
                        <v:imagedata r:id="rId32" o:title=""/>
                      </v:shape>
                    </w:pict>
                  </w:r>
                </w:p>
              </w:txbxContent>
            </v:textbox>
          </v:roundrect>
        </w:pict>
      </w:r>
    </w:p>
    <w:p w:rsidR="00D041C8" w:rsidRDefault="00D041C8" w:rsidP="00C47D5F">
      <w:r>
        <w:rPr>
          <w:noProof/>
        </w:rPr>
        <w:pict>
          <v:roundrect id="_x0000_s1117" style="position:absolute;margin-left:534.3pt;margin-top:9.25pt;width:135pt;height:108.75pt;z-index:251689984" arcsize="10907f" strokecolor="white">
            <v:textbox>
              <w:txbxContent>
                <w:p w:rsidR="00D041C8" w:rsidRPr="00C47D5F" w:rsidRDefault="00D041C8" w:rsidP="00C47D5F">
                  <w:pPr>
                    <w:jc w:val="center"/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</w:pPr>
                  <w:r w:rsidRPr="00C47D5F">
                    <w:rPr>
                      <w:rFonts w:ascii="Comic Sans MS" w:hAnsi="Comic Sans MS"/>
                      <w:b/>
                      <w:sz w:val="144"/>
                      <w:szCs w:val="144"/>
                      <w:lang w:val="en-US"/>
                    </w:rPr>
                    <w:t>Zz</w:t>
                  </w:r>
                </w:p>
              </w:txbxContent>
            </v:textbox>
          </v:roundrect>
        </w:pict>
      </w:r>
    </w:p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Default="00D041C8" w:rsidP="00C47D5F"/>
    <w:p w:rsidR="00D041C8" w:rsidRPr="001C7447" w:rsidRDefault="00D041C8" w:rsidP="001C7447">
      <w:pPr>
        <w:numPr>
          <w:ilvl w:val="0"/>
          <w:numId w:val="2"/>
        </w:numPr>
      </w:pPr>
      <w:hyperlink r:id="rId33" w:history="1">
        <w:r w:rsidRPr="001C7447">
          <w:rPr>
            <w:rStyle w:val="Hyperlink"/>
          </w:rPr>
          <w:t>http://images.yandex.ru/yandsearch?text=%D1%8F%D0%B1%D0%BB%D0%BE%D0%BA%D0%BE%20%D1%80%D0%B0%D1%81%D0%BA%D1%80%D0%B0%D1%81%D0%BA%D0%B0%20%D0%BA%D1%80%D0%B0%D1%81%D0%BD%D0%BE%D0%B5&amp;fp=0&amp;pos=4&amp;uinfo=ww-1349-wh-660-fw-1124-fh-454-pd-1&amp;rpt=simage&amp;family=yes&amp;img_url=http%3A%2F%2Fpaint-net.ru%2Fimg4%2Fimg47%2F47014s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4" w:history="1">
        <w:r w:rsidRPr="001C7447">
          <w:rPr>
            <w:rStyle w:val="Hyperlink"/>
          </w:rPr>
          <w:t>http://images.yandex.ru/yandsearch?text=%20%D0%BF%D0%BE%D1%80%D1%82%D1%84%D0%B5%D0%BB%D1%8C&amp;fp=0&amp;pos=26&amp;uinfo=ww-1349-wh-660-fw-1124-fh-454-pd-1&amp;rpt=simage&amp;family=yes&amp;img_url=http%3A%2F%2Fmsafina.lyceum-6.edusite.ru%2Fimages%2Fbad1.gif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5" w:history="1">
        <w:r w:rsidRPr="001C7447">
          <w:rPr>
            <w:rStyle w:val="Hyperlink"/>
          </w:rPr>
          <w:t>http://images.yandex.ru/yandsearch?p=1&amp;text=%D0%BA%D0%BE%D1%88%D0%BA%D0%B0%20%D1%80%D0%B8%D1%81%D1%83%D0%BD%D0%BE%D0%BA&amp;fp=1&amp;pos=55&amp;uinfo=ww-1349-wh-660-fw-1124-fh-454-pd-1&amp;rpt=simage&amp;family=yes&amp;img_url=http%3A%2F%2Fimagecache5.art.com%2Fp%2FLRG%2F12%2</w:t>
        </w:r>
        <w:r w:rsidRPr="001C7447">
          <w:rPr>
            <w:rStyle w:val="Hyperlink"/>
            <w:lang w:val="en-US"/>
          </w:rPr>
          <w:t>F</w:t>
        </w:r>
        <w:r w:rsidRPr="001C7447">
          <w:rPr>
            <w:rStyle w:val="Hyperlink"/>
          </w:rPr>
          <w:t>1289%2</w:t>
        </w:r>
        <w:r w:rsidRPr="001C7447">
          <w:rPr>
            <w:rStyle w:val="Hyperlink"/>
            <w:lang w:val="en-US"/>
          </w:rPr>
          <w:t>FYMFO</w:t>
        </w:r>
        <w:r w:rsidRPr="001C7447">
          <w:rPr>
            <w:rStyle w:val="Hyperlink"/>
          </w:rPr>
          <w:t>000</w:t>
        </w:r>
        <w:r w:rsidRPr="001C7447">
          <w:rPr>
            <w:rStyle w:val="Hyperlink"/>
            <w:lang w:val="en-US"/>
          </w:rPr>
          <w:t>Z</w:t>
        </w:r>
        <w:r w:rsidRPr="001C7447">
          <w:rPr>
            <w:rStyle w:val="Hyperlink"/>
          </w:rPr>
          <w:t>%2</w:t>
        </w:r>
        <w:r w:rsidRPr="001C7447">
          <w:rPr>
            <w:rStyle w:val="Hyperlink"/>
            <w:lang w:val="en-US"/>
          </w:rPr>
          <w:t>Fa</w:t>
        </w:r>
        <w:r w:rsidRPr="001C7447">
          <w:rPr>
            <w:rStyle w:val="Hyperlink"/>
          </w:rPr>
          <w:t>-</w:t>
        </w:r>
        <w:r w:rsidRPr="001C7447">
          <w:rPr>
            <w:rStyle w:val="Hyperlink"/>
            <w:lang w:val="en-US"/>
          </w:rPr>
          <w:t>langston</w:t>
        </w:r>
        <w:r w:rsidRPr="001C7447">
          <w:rPr>
            <w:rStyle w:val="Hyperlink"/>
          </w:rPr>
          <w:t>-</w:t>
        </w:r>
        <w:r w:rsidRPr="001C7447">
          <w:rPr>
            <w:rStyle w:val="Hyperlink"/>
            <w:lang w:val="en-US"/>
          </w:rPr>
          <w:t>bathroom</w:t>
        </w:r>
        <w:r w:rsidRPr="001C7447">
          <w:rPr>
            <w:rStyle w:val="Hyperlink"/>
          </w:rPr>
          <w:t>-</w:t>
        </w:r>
        <w:r w:rsidRPr="001C7447">
          <w:rPr>
            <w:rStyle w:val="Hyperlink"/>
            <w:lang w:val="en-US"/>
          </w:rPr>
          <w:t>cats</w:t>
        </w:r>
        <w:r w:rsidRPr="001C7447">
          <w:rPr>
            <w:rStyle w:val="Hyperlink"/>
          </w:rPr>
          <w:t>-</w:t>
        </w:r>
        <w:r w:rsidRPr="001C7447">
          <w:rPr>
            <w:rStyle w:val="Hyperlink"/>
            <w:lang w:val="en-US"/>
          </w:rPr>
          <w:t>vi</w:t>
        </w:r>
        <w:r w:rsidRPr="001C7447">
          <w:rPr>
            <w:rStyle w:val="Hyperlink"/>
          </w:rPr>
          <w:t>.</w:t>
        </w:r>
        <w:r w:rsidRPr="001C7447">
          <w:rPr>
            <w:rStyle w:val="Hyperlink"/>
            <w:lang w:val="en-US"/>
          </w:rPr>
          <w:t>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6" w:history="1">
        <w:r w:rsidRPr="001C7447">
          <w:rPr>
            <w:rStyle w:val="Hyperlink"/>
          </w:rPr>
          <w:t>http://images.yandex.ru/yandsearch?text=%D1%81%D0%BE%D0%B1%D0%B0%D0%BA%D0%B0%20%D1%80%D0%B8%D1%81%D1%83%D0%BD%D0%BE%D0%BA&amp;fp=0&amp;pos=14&amp;uinfo=ww-1349-wh-660-fw-1124-fh-454-pd-1&amp;rpt=simage&amp;family=yes&amp;img_url=http%3A%2F%2Fimg-fotki.yandex.ru%2Fget%2F3705%2Finmira.39%2F0_3a21c_3c559258_S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7" w:history="1">
        <w:r w:rsidRPr="001C7447">
          <w:rPr>
            <w:rStyle w:val="Hyperlink"/>
          </w:rPr>
          <w:t>http://images.yandex.ru/yandsearch?text=%D1%81%D0%BB%D0%BE%D0%BD%20%D1%80%D0%B8%D1%81%D1%83%D0%BD%D0%BE%D0%BA&amp;fp=0&amp;pos=0&amp;uinfo=ww-1349-wh-660-fw-1124-fh-454-pd-1&amp;rpt=simage&amp;family=yes&amp;img_url=http%3A%2F%2F2.bp.blogspot.com%2F-65WwYtnsZVs%2FTcIiEhQ748I%2FAAAAAAAABXY%2FkzWb0Bujszw%2Fs1600%2Fslonik-2.gif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8" w:history="1">
        <w:r w:rsidRPr="001C7447">
          <w:rPr>
            <w:rStyle w:val="Hyperlink"/>
          </w:rPr>
          <w:t>http://images.yandex.ru/yandsearch?p=1&amp;text=%D0%BB%D0%B8%D1%81%D0%B0%20%D1%80%D0%B8%D1%81%D1%83%D0%BD%D0%BE%D0%BA&amp;fp=1&amp;pos=53&amp;uinfo=ww-1349-wh-660-fw-1124-fh-454-pd-1&amp;rpt=simage&amp;family=yes&amp;img_url=http%3A%2F%2Fwww.how-to-draw-funny-cartoons.com%2Fimage-files%2Fcartoon-fox-9.gif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39" w:history="1">
        <w:r w:rsidRPr="001C7447">
          <w:rPr>
            <w:rStyle w:val="Hyperlink"/>
          </w:rPr>
          <w:t>http://images.yandex.ru/yandsearch?text=%D0%B6%D0%B8%D1%80%D0%B0%D1%84%20%D1%80%D0%B8%D1%81%D1%83%D0%BD%D0%BE%D0%BA&amp;fp=0&amp;pos=10&amp;uinfo=ww-1349-wh-660-fw-1124-fh-454-pd-1&amp;rpt=simage&amp;family=yes&amp;img_url=http%3A%2F%2Fcs4120.vkontakte.ru%2Fu10293915%2F30548297%2Fx_ecb5fc1e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0" w:history="1">
        <w:r w:rsidRPr="001C7447">
          <w:rPr>
            <w:rStyle w:val="Hyperlink"/>
          </w:rPr>
          <w:t>http://images.yandex.ru/yandsearch?text=%D1%85%D0%BE%D0%BC%D1%8F%D0%BA%20%D1%80%D0%B8%D1%81%D1%83%D0%BD%D0%BE%D0%BA&amp;fp=0&amp;pos=26&amp;uinfo=ww-1349-wh-660-fw-1124-fh-454-pd-1&amp;rpt=simage&amp;family=yes&amp;img_url=http%3A%2F%2Fstatic2.porjati.ru%2Fuploads%2Fposts%2F2011-09%2Fthumbs%2F1316675504_ab196770864194c0a0295bd155ce2437_600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1" w:history="1">
        <w:r w:rsidRPr="001C7447">
          <w:rPr>
            <w:rStyle w:val="Hyperlink"/>
          </w:rPr>
          <w:t>http://images.yandex.ru/yandsearch?text=%20%D0%BC%D0%BE%D1%80%D0%BE%D0%B6%D0%B5%D0%BD%D0%BE%D0%B5%20%D1%80%D0%B8%D1%81%D1%83%D0%BD%D0%BE%D0%BA&amp;fp=0&amp;pos=13&amp;uinfo=ww-1349-wh-660-fw-1124-fh-454-pd-1&amp;rpt=simage&amp;family=yes&amp;img_url=http%3A%2F%2Fsavepic.ru%2F1511711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2" w:history="1">
        <w:r w:rsidRPr="001C7447">
          <w:rPr>
            <w:rStyle w:val="Hyperlink"/>
          </w:rPr>
          <w:t>http://images.yandex.ru/yandsearch?text=%D1%81%D0%BE%D0%BA%20%D1%80%D0%B8%D1%81%D1%83%D0%BD%D0%BE%D0%BA&amp;fp=0&amp;pos=21&amp;uinfo=ww-1349-wh-660-fw-1124-fh-454-pd-1&amp;rpt=simage&amp;family=yes&amp;img_url=http%3A%2F%2Fintoclassics.net%2F_nw%2F173%2F73810579.jpg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3" w:history="1">
        <w:r w:rsidRPr="001C7447">
          <w:rPr>
            <w:rStyle w:val="Hyperlink"/>
          </w:rPr>
          <w:t>http://images.yandex.ru/yandsearch?text=%D0%BA%D0%B5%D0%BD%D0%B3%D1%83%D1%80%D1%83%20%D1%80%D0%B8%D1%81%D1%83%D0%BD%D0%BE%D0%BA&amp;fp=0&amp;pos=5&amp;uinfo=ww-1349-wh-660-fw-1124-fh-454-pd-1&amp;rpt=simage&amp;family=yes&amp;img_url=http%3A%2F%2Fwww.englishexercises.org%2Fmakeagame%2Fmy_documents%2Fmy_pictures%2F2010%2Ffeb%2FAnimals_resized_20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4" w:history="1">
        <w:r w:rsidRPr="001C7447">
          <w:rPr>
            <w:rStyle w:val="Hyperlink"/>
          </w:rPr>
          <w:t>http://images.yandex.ru/yandsearch?text=%D0%BB%D0%B5%D0%B2%20%D1%80%D0%B8%D1%81%D1%83%D0%BD%D0%BE%D0%BA&amp;fp=0&amp;pos=27&amp;uinfo=ww-1349-wh-660-fw-1124-fh-454-pd-1&amp;rpt=simage&amp;family=yes&amp;img_url=http%3A%2F%2F653.webhosting0.1blu.de%2Fpostery%2Flion-drawing-cartoon-4812.gif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5" w:history="1">
        <w:r w:rsidRPr="001C7447">
          <w:rPr>
            <w:rStyle w:val="Hyperlink"/>
          </w:rPr>
          <w:t>http://images.yandex.ru/yandsearch?p=1&amp;text=%D0%BE%D0%B1%D0%B5%D0%B7%D1%8C%D1%8F%D0%BD%D0%B0%20%D1%80%D0%B8%D1%81%D1%83%D0%BD%D0%BE%D0%BA&amp;fp=1&amp;pos=30&amp;uinfo=ww-1349-wh-660-fw-1124-fh-454-pd-1&amp;rpt=simage&amp;family=yes&amp;img_url=http%3A%2F%2Fprazdnichek.info%2Fuploads%2Fposts%2F2010-04%2F1271883786_img237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6" w:history="1">
        <w:r w:rsidRPr="001C7447">
          <w:rPr>
            <w:rStyle w:val="Hyperlink"/>
          </w:rPr>
          <w:t>http://images.yandex.ru/yandsearch?p=1&amp;text=%D0%BD%D0%BE%D1%81%20%D1%80%D0%B8%D1%81%D1%83%D0%BD%D0%BE%D0%BA&amp;fp=1&amp;pos=56&amp;uinfo=ww-1349-wh-660-fw-1124-fh-454-pd-1&amp;rpt=simage&amp;family=yes&amp;img_url=http%3A%2F%2Fjokesland.net.ru%2Fp%2Fmyshlenie%2F4.jpg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7" w:history="1">
        <w:r w:rsidRPr="004505DE">
          <w:rPr>
            <w:rStyle w:val="Hyperlink"/>
          </w:rPr>
          <w:t>http://images.yandex.ru/yandsearch?text=%D0%B0%D0%BF%D0%B5%D0%BB%D1%8C%D1%81%D0%B8%D0%BD%20%20%D0%BA%D0%B0%D1%80%D1%82%D0%B8%D0%BD%D0%BA%D0%B0&amp;fp=0&amp;pos=22&amp;uinfo=ww-1349-wh-660-fw-1124-fh-454-pd-1&amp;rpt=simage&amp;family=yes&amp;img_url=http%3A%2F%2Fwww.myjulia.ru%2Fdata%2Fcache%2F2011%2F07%2F12%2F816032_1885nothumb500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8" w:history="1">
        <w:r w:rsidRPr="001C7447">
          <w:rPr>
            <w:rStyle w:val="Hyperlink"/>
          </w:rPr>
          <w:t>http://images.yandex.ru/yandsearch?p=3&amp;text=%D1%80%D1%83%D1%87%D0%BA%D0%B0%20%D0%BA%D0%B0%D1%80%D1%82%D0%B8%D0%BD%D0%BA%D0%B0&amp;fp=3&amp;pos=109&amp;uinfo=ww-1349-wh-660-fw-1124-fh-454-pd-1&amp;rpt=simage&amp;family=yes&amp;img_url=http%3A%2F%2Fr.foto.radikal.ru%2F0703%2Fbe3597015f56t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49" w:history="1">
        <w:r w:rsidRPr="001C7447">
          <w:rPr>
            <w:rStyle w:val="Hyperlink"/>
          </w:rPr>
          <w:t>http://images.yandex.ru/yandsearch?text=%D0%BA%D0%BE%D1%80%D0%BE%D0%BB%D0%B5%D0%B2%D0%B0%20%D1%80%D0%B0%D1%81%D0%BA%D1%80%D0%B0%D1%81%D0%BA%D0%B0&amp;fp=0&amp;pos=4&amp;uinfo=ww-1349-wh-660-fw-1124-fh-454-pd-1&amp;rpt=simage&amp;family=yes&amp;img_url=http%3A%2F%2Fwww.best-coloring-pages.com%2Fwp-content%2Fuploads%2F2009%2F12%2Fgreat-queen-coloring-page.thumbnail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0" w:history="1">
        <w:r w:rsidRPr="001C7447">
          <w:rPr>
            <w:rStyle w:val="Hyperlink"/>
          </w:rPr>
          <w:t>http://images.yandex.ru/yandsearch?p=1&amp;text=%D0%BA%D1%80%D0%BE%D0%BB%D0%B8%D0%BA%20%D0%BA%D0%B0%D1%80%D1%82%D0%B8%D0%BD%D0%BA%D0%B0&amp;fp=1&amp;pos=40&amp;uinfo=ww-1349-wh-660-fw-1124-fh-454-pd-1&amp;rpt=simage&amp;family=yes&amp;img_url=http%3A%2F%2Fwww.raskraska.ru%2Fimages%2Fanimal21.gif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1" w:history="1">
        <w:r w:rsidRPr="001C7447">
          <w:rPr>
            <w:rStyle w:val="Hyperlink"/>
          </w:rPr>
          <w:t>http://images.yandex.ru/yandsearch?text=%D1%87%D0%B8%D1%81%D0%BB%D0%BE%20%D1%88%D0%B5%D1%81%D1%82%D1%8C%20%D1%80%D0%B0%D1%81%D0%BA%D1%80%D0%B0%D1%81%D0%BA%D0%B0&amp;fp=0&amp;pos=16&amp;uinfo=ww-1349-wh-660-fw-1124-fh-454-pd-1&amp;rpt=simage&amp;family=yes&amp;img_url=http%3A%2F%2Fcdn7.staztic.com%2Fapp%2Fa%2F672%2F672234%2F123s-abcs-kids-coloring-book-1-1-s-156x156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2" w:history="1">
        <w:r w:rsidRPr="001C7447">
          <w:rPr>
            <w:rStyle w:val="Hyperlink"/>
          </w:rPr>
          <w:t>http://images.yandex.ru/yandsearch?text=%20%D1%82%D0%B8%D0%B3%D1%80%20%D1%80%D0%B0%D1%81%D0%BA%D1%80%D0%B0%D1%81%D0%BA%D0%B0&amp;fp=0&amp;pos=18&amp;uinfo=ww-1349-wh-660-fw-1124-fh-454-pd-1&amp;rpt=simage&amp;family=yes&amp;img_url=http%3A%2F%2Fmy-shop.ru%2F_files%2Fproduct%2F2%2F65%2F644275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3" w:history="1">
        <w:r w:rsidRPr="001C7447">
          <w:rPr>
            <w:rStyle w:val="Hyperlink"/>
          </w:rPr>
          <w:t>http://images.yandex.ru/yandsearch?p=1&amp;text=%D0%B7%D0%BE%D0%BD%D1%82%D0%B8%D0%BA%20%D1%80%D0%B0%D1%81%D0%BA%D1%80%D0%B0%D1%81%D0%BA%D0%B0&amp;fp=1&amp;pos=41&amp;uinfo=ww-1349-wh-660-fw-1124-fh-454-pd-1&amp;rpt=simage&amp;family=yes&amp;img_url=http%3A%2F%2Fravden.3dn.ru%2FRaskraski%2FRaznoe%2F3026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4" w:history="1">
        <w:r w:rsidRPr="001C7447">
          <w:rPr>
            <w:rStyle w:val="Hyperlink"/>
          </w:rPr>
          <w:t>http://images.yandex.ru/yandsearch?text=%20%D0%B2%D0%BE%D0%BB%D0%B5%D0%B9%D0%B1%D0%BE%D0%BB%20%D0%BA%D0%B0%D1%80%D1%82%D0%B8%D0%BD%D0%BA%D0%B0&amp;fp=0&amp;pos=5&amp;uinfo=ww-1349-wh-660-fw-1124-fh-454-pd-1&amp;rpt=simage&amp;family=yes&amp;img_url=http%3A%2F%2Fwww.smolensk2.ru%2Fimages%2Fimg_12237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5" w:history="1">
        <w:r w:rsidRPr="001C7447">
          <w:rPr>
            <w:rStyle w:val="Hyperlink"/>
          </w:rPr>
          <w:t>http://images.yandex.ru/yandsearch?p=1&amp;text=%D1%87%D0%B0%D1%81%D1%8B%20%20%D0%BA%D0%B0%D1%80%D1%82%D0%B8%D0%BD%D0%BA%D0%B0&amp;fp=1&amp;pos=36&amp;uinfo=ww-1349-wh-660-fw-1124-fh-454-pd-1&amp;rpt=simage&amp;family=yes&amp;img_url=http%3A%2F%2Fwww.pix2pix.org%2Fmy_unzip%2F129865578938.jpg</w:t>
        </w:r>
      </w:hyperlink>
    </w:p>
    <w:p w:rsidR="00D041C8" w:rsidRPr="001C7447" w:rsidRDefault="00D041C8" w:rsidP="001C7447">
      <w:pPr>
        <w:numPr>
          <w:ilvl w:val="0"/>
          <w:numId w:val="2"/>
        </w:numPr>
      </w:pPr>
      <w:hyperlink r:id="rId56" w:history="1">
        <w:r w:rsidRPr="001C7447">
          <w:rPr>
            <w:rStyle w:val="Hyperlink"/>
          </w:rPr>
          <w:t>http://images.yandex.ru/yandsearch?text=%D0%BA%D1%81%D0%B8%D0%BB%D0%BE%D1%84%D0%BE%D0%BD%20%20%D0%BA%D0%B0%D1%80%D1%82%D0%B8%D0%BD%D0%BA%D0%B0&amp;fp=0&amp;pos=26&amp;uinfo=ww-1349-wh-660-fw-1124-fh-454-pd-1&amp;rpt=simage&amp;family=yes&amp;img_url=http%3A%2F%2Fjili-bili.ru%2Ffiles%2FVGA%2Fbig%2Frazvivaushaya-igrushka-d046.jpg</w:t>
        </w:r>
      </w:hyperlink>
    </w:p>
    <w:p w:rsidR="00D041C8" w:rsidRDefault="00D041C8" w:rsidP="001C7447">
      <w:pPr>
        <w:numPr>
          <w:ilvl w:val="0"/>
          <w:numId w:val="2"/>
        </w:numPr>
      </w:pPr>
      <w:hyperlink r:id="rId57" w:history="1">
        <w:r w:rsidRPr="003C6987">
          <w:rPr>
            <w:rStyle w:val="Hyperlink"/>
          </w:rPr>
          <w:t>http://jili-bili.ru/files/VGA/big/razvivaushaya-igrushka-d046.jpg</w:t>
        </w:r>
      </w:hyperlink>
    </w:p>
    <w:p w:rsidR="00D041C8" w:rsidRDefault="00D041C8" w:rsidP="001C7447">
      <w:pPr>
        <w:numPr>
          <w:ilvl w:val="0"/>
          <w:numId w:val="2"/>
        </w:numPr>
      </w:pPr>
      <w:r w:rsidRPr="004505DE">
        <w:t>G:\yellow-1-250x247.jpg</w:t>
      </w:r>
    </w:p>
    <w:p w:rsidR="00D041C8" w:rsidRPr="001C7447" w:rsidRDefault="00D041C8" w:rsidP="004505DE">
      <w:pPr>
        <w:ind w:left="360"/>
      </w:pPr>
    </w:p>
    <w:p w:rsidR="00D041C8" w:rsidRPr="001C7447" w:rsidRDefault="00D041C8" w:rsidP="001C7447">
      <w:bookmarkStart w:id="0" w:name="_GoBack"/>
      <w:bookmarkEnd w:id="0"/>
    </w:p>
    <w:p w:rsidR="00D041C8" w:rsidRPr="001C7447" w:rsidRDefault="00D041C8" w:rsidP="00C47D5F"/>
    <w:sectPr w:rsidR="00D041C8" w:rsidRPr="001C7447" w:rsidSect="001C7447">
      <w:footerReference w:type="default" r:id="rId5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C8" w:rsidRDefault="00D041C8" w:rsidP="00E054B3">
      <w:pPr>
        <w:spacing w:after="0" w:line="240" w:lineRule="auto"/>
      </w:pPr>
      <w:r>
        <w:separator/>
      </w:r>
    </w:p>
  </w:endnote>
  <w:endnote w:type="continuationSeparator" w:id="0">
    <w:p w:rsidR="00D041C8" w:rsidRDefault="00D041C8" w:rsidP="00E0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C8" w:rsidRDefault="00D041C8">
    <w:pPr>
      <w:pStyle w:val="Footer"/>
      <w:rPr>
        <w:lang w:val="en-US"/>
      </w:rPr>
    </w:pPr>
  </w:p>
  <w:p w:rsidR="00D041C8" w:rsidRDefault="00D041C8">
    <w:pPr>
      <w:pStyle w:val="Footer"/>
      <w:rPr>
        <w:lang w:val="en-US"/>
      </w:rPr>
    </w:pPr>
  </w:p>
  <w:p w:rsidR="00D041C8" w:rsidRPr="00E054B3" w:rsidRDefault="00D041C8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C8" w:rsidRDefault="00D041C8" w:rsidP="00E054B3">
      <w:pPr>
        <w:spacing w:after="0" w:line="240" w:lineRule="auto"/>
      </w:pPr>
      <w:r>
        <w:separator/>
      </w:r>
    </w:p>
  </w:footnote>
  <w:footnote w:type="continuationSeparator" w:id="0">
    <w:p w:rsidR="00D041C8" w:rsidRDefault="00D041C8" w:rsidP="00E05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56228"/>
    <w:multiLevelType w:val="hybridMultilevel"/>
    <w:tmpl w:val="D388C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4770AD"/>
    <w:multiLevelType w:val="hybridMultilevel"/>
    <w:tmpl w:val="BC605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250"/>
    <w:rsid w:val="001C7447"/>
    <w:rsid w:val="003715B7"/>
    <w:rsid w:val="003C6987"/>
    <w:rsid w:val="004505DE"/>
    <w:rsid w:val="00453974"/>
    <w:rsid w:val="00520B34"/>
    <w:rsid w:val="005A71C8"/>
    <w:rsid w:val="005F7656"/>
    <w:rsid w:val="00757904"/>
    <w:rsid w:val="00760AB8"/>
    <w:rsid w:val="008C12EA"/>
    <w:rsid w:val="00A527EE"/>
    <w:rsid w:val="00B24EDE"/>
    <w:rsid w:val="00BB7250"/>
    <w:rsid w:val="00C47D5F"/>
    <w:rsid w:val="00D041C8"/>
    <w:rsid w:val="00D74223"/>
    <w:rsid w:val="00E054B3"/>
    <w:rsid w:val="00ED2DE5"/>
    <w:rsid w:val="00F12077"/>
    <w:rsid w:val="00F143C4"/>
    <w:rsid w:val="00F7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9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54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E05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54B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05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054B3"/>
    <w:rPr>
      <w:rFonts w:cs="Times New Roman"/>
    </w:rPr>
  </w:style>
  <w:style w:type="paragraph" w:styleId="ListParagraph">
    <w:name w:val="List Paragraph"/>
    <w:basedOn w:val="Normal"/>
    <w:uiPriority w:val="99"/>
    <w:qFormat/>
    <w:rsid w:val="00F1207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1207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505DE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hyperlink" Target="http://images.yandex.ru/yandsearch?text=%D0%B6%D0%B8%D1%80%D0%B0%D1%84%20%D1%80%D0%B8%D1%81%D1%83%D0%BD%D0%BE%D0%BA&amp;fp=0&amp;pos=10&amp;uinfo=ww-1349-wh-660-fw-1124-fh-454-pd-1&amp;rpt=simage&amp;family=yes&amp;img_url=http%3A%2F%2Fcs4120.vkontakte.ru%2Fu10293915%2F30548297%2Fx_ecb5fc1e.jpg" TargetMode="External"/><Relationship Id="rId21" Type="http://schemas.openxmlformats.org/officeDocument/2006/relationships/image" Target="media/image15.png"/><Relationship Id="rId34" Type="http://schemas.openxmlformats.org/officeDocument/2006/relationships/hyperlink" Target="http://images.yandex.ru/yandsearch?text=%20%D0%BF%D0%BE%D1%80%D1%82%D1%84%D0%B5%D0%BB%D1%8C&amp;fp=0&amp;pos=26&amp;uinfo=ww-1349-wh-660-fw-1124-fh-454-pd-1&amp;rpt=simage&amp;family=yes&amp;img_url=http%3A%2F%2Fmsafina.lyceum-6.edusite.ru%2Fimages%2Fbad1.gif" TargetMode="External"/><Relationship Id="rId42" Type="http://schemas.openxmlformats.org/officeDocument/2006/relationships/hyperlink" Target="http://images.yandex.ru/yandsearch?text=%D1%81%D0%BE%D0%BA%20%D1%80%D0%B8%D1%81%D1%83%D0%BD%D0%BE%D0%BA&amp;fp=0&amp;pos=21&amp;uinfo=ww-1349-wh-660-fw-1124-fh-454-pd-1&amp;rpt=simage&amp;family=yes&amp;img_url=http%3A%2F%2Fintoclassics.net%2F_nw%2F173%2F73810579.jpg" TargetMode="External"/><Relationship Id="rId47" Type="http://schemas.openxmlformats.org/officeDocument/2006/relationships/hyperlink" Target="http://images.yandex.ru/yandsearch?text=%D0%B0%D0%BF%D0%B5%D0%BB%D1%8C%D1%81%D0%B8%D0%BD%20%20%D0%BA%D0%B0%D1%80%D1%82%D0%B8%D0%BD%D0%BA%D0%B0&amp;fp=0&amp;pos=22&amp;uinfo=ww-1349-wh-660-fw-1124-fh-454-pd-1&amp;rpt=simage&amp;family=yes&amp;img_url=http%3A%2F%2Fwww.myjulia.ru%2Fdata%2Fcache%2F2011%2F07%2F12%2F816032_1885nothumb500.jpg" TargetMode="External"/><Relationship Id="rId50" Type="http://schemas.openxmlformats.org/officeDocument/2006/relationships/hyperlink" Target="http://images.yandex.ru/yandsearch?p=1&amp;text=%D0%BA%D1%80%D0%BE%D0%BB%D0%B8%D0%BA%20%D0%BA%D0%B0%D1%80%D1%82%D0%B8%D0%BD%D0%BA%D0%B0&amp;fp=1&amp;pos=40&amp;uinfo=ww-1349-wh-660-fw-1124-fh-454-pd-1&amp;rpt=simage&amp;family=yes&amp;img_url=http%3A%2F%2Fwww.raskraska.ru%2Fimages%2Fanimal21.gif" TargetMode="External"/><Relationship Id="rId55" Type="http://schemas.openxmlformats.org/officeDocument/2006/relationships/hyperlink" Target="http://images.yandex.ru/yandsearch?p=1&amp;text=%D1%87%D0%B0%D1%81%D1%8B%20%20%D0%BA%D0%B0%D1%80%D1%82%D0%B8%D0%BD%D0%BA%D0%B0&amp;fp=1&amp;pos=36&amp;uinfo=ww-1349-wh-660-fw-1124-fh-454-pd-1&amp;rpt=simage&amp;family=yes&amp;img_url=http%3A%2F%2Fwww.pix2pix.org%2Fmy_unzip%2F129865578938.jp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hyperlink" Target="http://images.yandex.ru/yandsearch?text=%D1%8F%D0%B1%D0%BB%D0%BE%D0%BA%D0%BE%20%D1%80%D0%B0%D1%81%D0%BA%D1%80%D0%B0%D1%81%D0%BA%D0%B0%20%D0%BA%D1%80%D0%B0%D1%81%D0%BD%D0%BE%D0%B5&amp;fp=0&amp;pos=4&amp;uinfo=ww-1349-wh-660-fw-1124-fh-454-pd-1&amp;rpt=simage&amp;family=yes&amp;img_url=http%3A%2F%2Fpaint-net.ru%2Fimg4%2Fimg47%2F47014s.jpg" TargetMode="External"/><Relationship Id="rId38" Type="http://schemas.openxmlformats.org/officeDocument/2006/relationships/hyperlink" Target="http://images.yandex.ru/yandsearch?p=1&amp;text=%D0%BB%D0%B8%D1%81%D0%B0%20%D1%80%D0%B8%D1%81%D1%83%D0%BD%D0%BE%D0%BA&amp;fp=1&amp;pos=53&amp;uinfo=ww-1349-wh-660-fw-1124-fh-454-pd-1&amp;rpt=simage&amp;family=yes&amp;img_url=http%3A%2F%2Fwww.how-to-draw-funny-cartoons.com%2Fimage-files%2Fcartoon-fox-9.gif" TargetMode="External"/><Relationship Id="rId46" Type="http://schemas.openxmlformats.org/officeDocument/2006/relationships/hyperlink" Target="http://images.yandex.ru/yandsearch?p=1&amp;text=%D0%BD%D0%BE%D1%81%20%D1%80%D0%B8%D1%81%D1%83%D0%BD%D0%BE%D0%BA&amp;fp=1&amp;pos=56&amp;uinfo=ww-1349-wh-660-fw-1124-fh-454-pd-1&amp;rpt=simage&amp;family=yes&amp;img_url=http%3A%2F%2Fjokesland.net.ru%2Fp%2Fmyshlenie%2F4.jpg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41" Type="http://schemas.openxmlformats.org/officeDocument/2006/relationships/hyperlink" Target="http://images.yandex.ru/yandsearch?text=%20%D0%BC%D0%BE%D1%80%D0%BE%D0%B6%D0%B5%D0%BD%D0%BE%D0%B5%20%D1%80%D0%B8%D1%81%D1%83%D0%BD%D0%BE%D0%BA&amp;fp=0&amp;pos=13&amp;uinfo=ww-1349-wh-660-fw-1124-fh-454-pd-1&amp;rpt=simage&amp;family=yes&amp;img_url=http%3A%2F%2Fsavepic.ru%2F1511711.jpg" TargetMode="External"/><Relationship Id="rId54" Type="http://schemas.openxmlformats.org/officeDocument/2006/relationships/hyperlink" Target="http://images.yandex.ru/yandsearch?text=%20%D0%B2%D0%BE%D0%BB%D0%B5%D0%B9%D0%B1%D0%BE%D0%BB%20%D0%BA%D0%B0%D1%80%D1%82%D0%B8%D0%BD%D0%BA%D0%B0&amp;fp=0&amp;pos=5&amp;uinfo=ww-1349-wh-660-fw-1124-fh-454-pd-1&amp;rpt=simage&amp;family=yes&amp;img_url=http%3A%2F%2Fwww.smolensk2.ru%2Fimages%2Fimg_12237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hyperlink" Target="http://images.yandex.ru/yandsearch?text=%D1%81%D0%BB%D0%BE%D0%BD%20%D1%80%D0%B8%D1%81%D1%83%D0%BD%D0%BE%D0%BA&amp;fp=0&amp;pos=0&amp;uinfo=ww-1349-wh-660-fw-1124-fh-454-pd-1&amp;rpt=simage&amp;family=yes&amp;img_url=http%3A%2F%2F2.bp.blogspot.com%2F-65WwYtnsZVs%2FTcIiEhQ748I%2FAAAAAAAABXY%2FkzWb0Bujszw%2Fs1600%2Fslonik-2.gif.jpg" TargetMode="External"/><Relationship Id="rId40" Type="http://schemas.openxmlformats.org/officeDocument/2006/relationships/hyperlink" Target="http://images.yandex.ru/yandsearch?text=%D1%85%D0%BE%D0%BC%D1%8F%D0%BA%20%D1%80%D0%B8%D1%81%D1%83%D0%BD%D0%BE%D0%BA&amp;fp=0&amp;pos=26&amp;uinfo=ww-1349-wh-660-fw-1124-fh-454-pd-1&amp;rpt=simage&amp;family=yes&amp;img_url=http%3A%2F%2Fstatic2.porjati.ru%2Fuploads%2Fposts%2F2011-09%2Fthumbs%2F1316675504_ab196770864194c0a0295bd155ce2437_600.jpg" TargetMode="External"/><Relationship Id="rId45" Type="http://schemas.openxmlformats.org/officeDocument/2006/relationships/hyperlink" Target="http://images.yandex.ru/yandsearch?p=1&amp;text=%D0%BE%D0%B1%D0%B5%D0%B7%D1%8C%D1%8F%D0%BD%D0%B0%20%D1%80%D0%B8%D1%81%D1%83%D0%BD%D0%BE%D0%BA&amp;fp=1&amp;pos=30&amp;uinfo=ww-1349-wh-660-fw-1124-fh-454-pd-1&amp;rpt=simage&amp;family=yes&amp;img_url=http%3A%2F%2Fprazdnichek.info%2Fuploads%2Fposts%2F2010-04%2F1271883786_img237.jpg" TargetMode="External"/><Relationship Id="rId53" Type="http://schemas.openxmlformats.org/officeDocument/2006/relationships/hyperlink" Target="http://images.yandex.ru/yandsearch?p=1&amp;text=%D0%B7%D0%BE%D0%BD%D1%82%D0%B8%D0%BA%20%D1%80%D0%B0%D1%81%D0%BA%D1%80%D0%B0%D1%81%D0%BA%D0%B0&amp;fp=1&amp;pos=41&amp;uinfo=ww-1349-wh-660-fw-1124-fh-454-pd-1&amp;rpt=simage&amp;family=yes&amp;img_url=http%3A%2F%2Fravden.3dn.ru%2FRaskraski%2FRaznoe%2F3026.jpg" TargetMode="Externa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hyperlink" Target="http://images.yandex.ru/yandsearch?text=%D1%81%D0%BE%D0%B1%D0%B0%D0%BA%D0%B0%20%D1%80%D0%B8%D1%81%D1%83%D0%BD%D0%BE%D0%BA&amp;fp=0&amp;pos=14&amp;uinfo=ww-1349-wh-660-fw-1124-fh-454-pd-1&amp;rpt=simage&amp;family=yes&amp;img_url=http%3A%2F%2Fimg-fotki.yandex.ru%2Fget%2F3705%2Finmira.39%2F0_3a21c_3c559258_S" TargetMode="External"/><Relationship Id="rId49" Type="http://schemas.openxmlformats.org/officeDocument/2006/relationships/hyperlink" Target="http://images.yandex.ru/yandsearch?text=%D0%BA%D0%BE%D1%80%D0%BE%D0%BB%D0%B5%D0%B2%D0%B0%20%D1%80%D0%B0%D1%81%D0%BA%D1%80%D0%B0%D1%81%D0%BA%D0%B0&amp;fp=0&amp;pos=4&amp;uinfo=ww-1349-wh-660-fw-1124-fh-454-pd-1&amp;rpt=simage&amp;family=yes&amp;img_url=http%3A%2F%2Fwww.best-coloring-pages.com%2Fwp-content%2Fuploads%2F2009%2F12%2Fgreat-queen-coloring-page.thumbnail.jpg" TargetMode="External"/><Relationship Id="rId57" Type="http://schemas.openxmlformats.org/officeDocument/2006/relationships/hyperlink" Target="http://jili-bili.ru/files/VGA/big/razvivaushaya-igrushka-d046.jpg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hyperlink" Target="http://images.yandex.ru/yandsearch?text=%D0%BB%D0%B5%D0%B2%20%D1%80%D0%B8%D1%81%D1%83%D0%BD%D0%BE%D0%BA&amp;fp=0&amp;pos=27&amp;uinfo=ww-1349-wh-660-fw-1124-fh-454-pd-1&amp;rpt=simage&amp;family=yes&amp;img_url=http%3A%2F%2F653.webhosting0.1blu.de%2Fpostery%2Flion-drawing-cartoon-4812.gif" TargetMode="External"/><Relationship Id="rId52" Type="http://schemas.openxmlformats.org/officeDocument/2006/relationships/hyperlink" Target="http://images.yandex.ru/yandsearch?text=%20%D1%82%D0%B8%D0%B3%D1%80%20%D1%80%D0%B0%D1%81%D0%BA%D1%80%D0%B0%D1%81%D0%BA%D0%B0&amp;fp=0&amp;pos=18&amp;uinfo=ww-1349-wh-660-fw-1124-fh-454-pd-1&amp;rpt=simage&amp;family=yes&amp;img_url=http%3A%2F%2Fmy-shop.ru%2F_files%2Fproduct%2F2%2F65%2F644275.jpg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hyperlink" Target="http://images.yandex.ru/yandsearch?p=1&amp;text=%D0%BA%D0%BE%D1%88%D0%BA%D0%B0%20%D1%80%D0%B8%D1%81%D1%83%D0%BD%D0%BE%D0%BA&amp;fp=1&amp;pos=55&amp;uinfo=ww-1349-wh-660-fw-1124-fh-454-pd-1&amp;rpt=simage&amp;family=yes&amp;img_url=http%3A%2F%2Fimagecache5.art.com%2Fp%2FLRG%2F12%2F1289%2FYMFO000Z%2Fa-langston-bathroom-cats-vi.jpg" TargetMode="External"/><Relationship Id="rId43" Type="http://schemas.openxmlformats.org/officeDocument/2006/relationships/hyperlink" Target="http://images.yandex.ru/yandsearch?text=%D0%BA%D0%B5%D0%BD%D0%B3%D1%83%D1%80%D1%83%20%D1%80%D0%B8%D1%81%D1%83%D0%BD%D0%BE%D0%BA&amp;fp=0&amp;pos=5&amp;uinfo=ww-1349-wh-660-fw-1124-fh-454-pd-1&amp;rpt=simage&amp;family=yes&amp;img_url=http%3A%2F%2Fwww.englishexercises.org%2Fmakeagame%2Fmy_documents%2Fmy_pictures%2F2010%2Ffeb%2FAnimals_resized_20.jpg" TargetMode="External"/><Relationship Id="rId48" Type="http://schemas.openxmlformats.org/officeDocument/2006/relationships/hyperlink" Target="http://images.yandex.ru/yandsearch?p=3&amp;text=%D1%80%D1%83%D1%87%D0%BA%D0%B0%20%D0%BA%D0%B0%D1%80%D1%82%D0%B8%D0%BD%D0%BA%D0%B0&amp;fp=3&amp;pos=109&amp;uinfo=ww-1349-wh-660-fw-1124-fh-454-pd-1&amp;rpt=simage&amp;family=yes&amp;img_url=http%3A%2F%2Fr.foto.radikal.ru%2F0703%2Fbe3597015f56t.jpg" TargetMode="External"/><Relationship Id="rId56" Type="http://schemas.openxmlformats.org/officeDocument/2006/relationships/hyperlink" Target="http://images.yandex.ru/yandsearch?text=%D0%BA%D1%81%D0%B8%D0%BB%D0%BE%D1%84%D0%BE%D0%BD%20%20%D0%BA%D0%B0%D1%80%D1%82%D0%B8%D0%BD%D0%BA%D0%B0&amp;fp=0&amp;pos=26&amp;uinfo=ww-1349-wh-660-fw-1124-fh-454-pd-1&amp;rpt=simage&amp;family=yes&amp;img_url=http%3A%2F%2Fjili-bili.ru%2Ffiles%2FVGA%2Fbig%2Frazvivaushaya-igrushka-d046.jpg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images.yandex.ru/yandsearch?text=%D1%87%D0%B8%D1%81%D0%BB%D0%BE%20%D1%88%D0%B5%D1%81%D1%82%D1%8C%20%D1%80%D0%B0%D1%81%D0%BA%D1%80%D0%B0%D1%81%D0%BA%D0%B0&amp;fp=0&amp;pos=16&amp;uinfo=ww-1349-wh-660-fw-1124-fh-454-pd-1&amp;rpt=simage&amp;family=yes&amp;img_url=http%3A%2F%2Fcdn7.staztic.com%2Fapp%2Fa%2F672%2F672234%2F123s-abcs-kids-coloring-book-1-1-s-156x156.jp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9</Pages>
  <Words>2172</Words>
  <Characters>12383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</cp:lastModifiedBy>
  <cp:revision>7</cp:revision>
  <dcterms:created xsi:type="dcterms:W3CDTF">2013-12-27T06:33:00Z</dcterms:created>
  <dcterms:modified xsi:type="dcterms:W3CDTF">2014-01-22T17:45:00Z</dcterms:modified>
</cp:coreProperties>
</file>